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09AA1" w14:textId="09403415" w:rsidR="000E46BF" w:rsidRPr="002F616A" w:rsidRDefault="002F616A" w:rsidP="002F616A">
      <w:pPr>
        <w:pStyle w:val="Nzev"/>
        <w:rPr>
          <w:rFonts w:ascii="Ulm Grotesk" w:hAnsi="Ulm Grotesk"/>
          <w:sz w:val="56"/>
          <w:szCs w:val="56"/>
          <w:lang w:val="cs-CZ"/>
        </w:rPr>
      </w:pPr>
      <w:r w:rsidRPr="002F616A">
        <w:rPr>
          <w:rFonts w:ascii="Ulm Grotesk" w:hAnsi="Ulm Grotesk"/>
          <w:sz w:val="56"/>
          <w:szCs w:val="56"/>
          <w:lang w:val="cs-CZ"/>
        </w:rPr>
        <w:t>Ostrava-Zábřeh - ZŠ Jugoslávská 23</w:t>
      </w:r>
    </w:p>
    <w:p w14:paraId="01C90D60" w14:textId="63BF920A" w:rsidR="000E46BF" w:rsidRPr="002F616A" w:rsidRDefault="00750D7E" w:rsidP="002F616A">
      <w:pPr>
        <w:pStyle w:val="Nadpis1"/>
        <w:spacing w:before="0" w:after="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 xml:space="preserve">Lanové centrum </w:t>
      </w:r>
      <w:bookmarkStart w:id="0" w:name="_GoBack"/>
      <w:bookmarkEnd w:id="0"/>
      <w:r w:rsidRPr="002F616A">
        <w:rPr>
          <w:rFonts w:ascii="Ulm Grotesk" w:hAnsi="Ulm Grotesk"/>
          <w:lang w:val="cs-CZ"/>
        </w:rPr>
        <w:t>- technický popis</w:t>
      </w:r>
    </w:p>
    <w:p w14:paraId="1912CB28" w14:textId="77777777" w:rsidR="000E46BF" w:rsidRPr="002F616A" w:rsidRDefault="000E46BF" w:rsidP="002F616A">
      <w:pPr>
        <w:spacing w:after="0" w:line="240" w:lineRule="auto"/>
        <w:rPr>
          <w:rFonts w:ascii="Ulm Grotesk" w:hAnsi="Ulm Grotesk"/>
          <w:lang w:val="cs-CZ"/>
        </w:rPr>
      </w:pPr>
    </w:p>
    <w:p w14:paraId="0108889E" w14:textId="045E3822" w:rsidR="00750D7E" w:rsidRPr="002F616A" w:rsidRDefault="00750D7E" w:rsidP="002F616A">
      <w:pPr>
        <w:spacing w:after="0" w:line="240" w:lineRule="auto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Celkový rozměr sestavy: min. 1</w:t>
      </w:r>
      <w:r w:rsidR="002F616A">
        <w:rPr>
          <w:rFonts w:ascii="Ulm Grotesk" w:hAnsi="Ulm Grotesk"/>
          <w:lang w:val="cs-CZ"/>
        </w:rPr>
        <w:t>7000</w:t>
      </w:r>
      <w:r w:rsidRPr="002F616A">
        <w:rPr>
          <w:rFonts w:ascii="Ulm Grotesk" w:hAnsi="Ulm Grotesk"/>
          <w:lang w:val="cs-CZ"/>
        </w:rPr>
        <w:t xml:space="preserve"> x 14</w:t>
      </w:r>
      <w:r w:rsidR="002F616A">
        <w:rPr>
          <w:rFonts w:ascii="Ulm Grotesk" w:hAnsi="Ulm Grotesk"/>
          <w:lang w:val="cs-CZ"/>
        </w:rPr>
        <w:t>7</w:t>
      </w:r>
      <w:r w:rsidRPr="002F616A">
        <w:rPr>
          <w:rFonts w:ascii="Ulm Grotesk" w:hAnsi="Ulm Grotesk"/>
          <w:lang w:val="cs-CZ"/>
        </w:rPr>
        <w:t>00 x 7</w:t>
      </w:r>
      <w:r w:rsidR="002F616A">
        <w:rPr>
          <w:rFonts w:ascii="Ulm Grotesk" w:hAnsi="Ulm Grotesk"/>
          <w:lang w:val="cs-CZ"/>
        </w:rPr>
        <w:t>6</w:t>
      </w:r>
      <w:r w:rsidRPr="002F616A">
        <w:rPr>
          <w:rFonts w:ascii="Ulm Grotesk" w:hAnsi="Ulm Grotesk"/>
          <w:lang w:val="cs-CZ"/>
        </w:rPr>
        <w:t>00 mm</w:t>
      </w:r>
    </w:p>
    <w:p w14:paraId="3F6DB9AA" w14:textId="77777777" w:rsidR="00750D7E" w:rsidRPr="002F616A" w:rsidRDefault="00750D7E" w:rsidP="002F616A">
      <w:pPr>
        <w:spacing w:after="0" w:line="240" w:lineRule="auto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Hloubka a způsob uložení: 1500mm, betonová patka Ø min. 400mm</w:t>
      </w:r>
    </w:p>
    <w:p w14:paraId="6F78854C" w14:textId="77777777" w:rsidR="00E81946" w:rsidRPr="002F616A" w:rsidRDefault="00E81946" w:rsidP="002F616A">
      <w:pPr>
        <w:spacing w:after="0" w:line="240" w:lineRule="auto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Výška volného pádu lanového centra: do 600 mm</w:t>
      </w:r>
    </w:p>
    <w:p w14:paraId="7D9EB868" w14:textId="77777777" w:rsidR="00750D7E" w:rsidRPr="002F616A" w:rsidRDefault="00750D7E" w:rsidP="002F616A">
      <w:pPr>
        <w:spacing w:after="0" w:line="240" w:lineRule="auto"/>
        <w:rPr>
          <w:rFonts w:ascii="Ulm Grotesk" w:hAnsi="Ulm Grotesk"/>
          <w:lang w:val="cs-CZ"/>
        </w:rPr>
      </w:pPr>
    </w:p>
    <w:p w14:paraId="4D155B1A" w14:textId="77777777" w:rsidR="00750D7E" w:rsidRPr="002F616A" w:rsidRDefault="00750D7E" w:rsidP="002F616A">
      <w:pPr>
        <w:spacing w:after="0" w:line="240" w:lineRule="auto"/>
        <w:rPr>
          <w:rFonts w:ascii="Ulm Grotesk" w:hAnsi="Ulm Grotesk"/>
          <w:b/>
          <w:bCs/>
          <w:u w:val="single"/>
          <w:lang w:val="cs-CZ"/>
        </w:rPr>
      </w:pPr>
      <w:r w:rsidRPr="002F616A">
        <w:rPr>
          <w:rFonts w:ascii="Ulm Grotesk" w:hAnsi="Ulm Grotesk"/>
          <w:b/>
          <w:bCs/>
          <w:u w:val="single"/>
          <w:lang w:val="cs-CZ"/>
        </w:rPr>
        <w:t>Jednotlivé komponenty lanového centra:</w:t>
      </w:r>
    </w:p>
    <w:p w14:paraId="4754CEE2" w14:textId="77777777" w:rsidR="00750D7E" w:rsidRPr="002F616A" w:rsidRDefault="00830AAA" w:rsidP="002F616A">
      <w:pPr>
        <w:spacing w:after="0" w:line="240" w:lineRule="auto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>Hlavní věž</w:t>
      </w:r>
    </w:p>
    <w:p w14:paraId="1B919729" w14:textId="77777777" w:rsidR="00750D7E" w:rsidRPr="002F616A" w:rsidRDefault="00750D7E" w:rsidP="002F616A">
      <w:pPr>
        <w:spacing w:after="0" w:line="240" w:lineRule="auto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střecha:</w:t>
      </w:r>
      <w:r w:rsidRPr="002F616A">
        <w:rPr>
          <w:rFonts w:ascii="Ulm Grotesk" w:hAnsi="Ulm Grotesk"/>
          <w:lang w:val="cs-CZ"/>
        </w:rPr>
        <w:tab/>
        <w:t xml:space="preserve">šestiúhelníková min. 2600 x 2300 x 1000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19</w:t>
      </w:r>
      <w:r w:rsidR="00343C2B" w:rsidRPr="002F616A">
        <w:rPr>
          <w:rFonts w:ascii="Ulm Grotesk" w:hAnsi="Ulm Grotesk"/>
          <w:lang w:val="cs-CZ"/>
        </w:rPr>
        <w:t xml:space="preserve"> </w:t>
      </w:r>
      <w:r w:rsidRPr="002F616A">
        <w:rPr>
          <w:rFonts w:ascii="Ulm Grotesk" w:hAnsi="Ulm Grotesk"/>
          <w:lang w:val="cs-CZ"/>
        </w:rPr>
        <w:t>mm</w:t>
      </w:r>
    </w:p>
    <w:p w14:paraId="3B60B851" w14:textId="77777777" w:rsidR="00750D7E" w:rsidRPr="002F616A" w:rsidRDefault="00750D7E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podesta:</w:t>
      </w:r>
      <w:r w:rsidRPr="002F616A">
        <w:rPr>
          <w:rFonts w:ascii="Ulm Grotesk" w:hAnsi="Ulm Grotesk"/>
          <w:lang w:val="cs-CZ"/>
        </w:rPr>
        <w:tab/>
        <w:t xml:space="preserve">šestiúhelníková min. 2300 x 2000 x 150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38</w:t>
      </w:r>
      <w:r w:rsidR="00343C2B" w:rsidRPr="002F616A">
        <w:rPr>
          <w:rFonts w:ascii="Ulm Grotesk" w:hAnsi="Ulm Grotesk"/>
          <w:lang w:val="cs-CZ"/>
        </w:rPr>
        <w:t xml:space="preserve"> </w:t>
      </w:r>
      <w:r w:rsidRPr="002F616A">
        <w:rPr>
          <w:rFonts w:ascii="Ulm Grotesk" w:hAnsi="Ulm Grotesk"/>
          <w:lang w:val="cs-CZ"/>
        </w:rPr>
        <w:t>mm, výška nad terénem</w:t>
      </w:r>
      <w:r w:rsidR="00343C2B" w:rsidRPr="002F616A">
        <w:rPr>
          <w:rFonts w:ascii="Ulm Grotesk" w:hAnsi="Ulm Grotesk"/>
          <w:lang w:val="cs-CZ"/>
        </w:rPr>
        <w:t xml:space="preserve"> cca</w:t>
      </w:r>
      <w:r w:rsidR="0079082F" w:rsidRPr="002F616A">
        <w:rPr>
          <w:rFonts w:ascii="Ulm Grotesk" w:hAnsi="Ulm Grotesk"/>
          <w:lang w:val="cs-CZ"/>
        </w:rPr>
        <w:t xml:space="preserve"> 4500</w:t>
      </w:r>
      <w:r w:rsidR="00830AAA" w:rsidRPr="002F616A">
        <w:rPr>
          <w:rFonts w:ascii="Ulm Grotesk" w:hAnsi="Ulm Grotesk"/>
          <w:lang w:val="cs-CZ"/>
        </w:rPr>
        <w:t xml:space="preserve"> </w:t>
      </w:r>
      <w:r w:rsidR="0079082F" w:rsidRPr="002F616A">
        <w:rPr>
          <w:rFonts w:ascii="Ulm Grotesk" w:hAnsi="Ulm Grotesk"/>
          <w:lang w:val="cs-CZ"/>
        </w:rPr>
        <w:t>mm</w:t>
      </w:r>
    </w:p>
    <w:p w14:paraId="088BCCA7" w14:textId="77777777" w:rsidR="0079082F" w:rsidRPr="002F616A" w:rsidRDefault="0079082F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stojiny:</w:t>
      </w:r>
      <w:r w:rsidRPr="002F616A">
        <w:rPr>
          <w:rFonts w:ascii="Ulm Grotesk" w:hAnsi="Ulm Grotesk"/>
          <w:lang w:val="cs-CZ"/>
        </w:rPr>
        <w:tab/>
        <w:t>cca 6400 mm (nejdelší stojina nad terénem), kulatina Ø ± 180 mm</w:t>
      </w:r>
    </w:p>
    <w:p w14:paraId="7636D23F" w14:textId="77777777" w:rsidR="0079082F" w:rsidRPr="002F616A" w:rsidRDefault="0079082F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výplně:</w:t>
      </w:r>
      <w:r w:rsidRPr="002F616A">
        <w:rPr>
          <w:rFonts w:ascii="Ulm Grotesk" w:hAnsi="Ulm Grotesk"/>
          <w:lang w:val="cs-CZ"/>
        </w:rPr>
        <w:tab/>
        <w:t xml:space="preserve">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19mm, v kombinaci s kari sítí</w:t>
      </w:r>
    </w:p>
    <w:p w14:paraId="302CA1D7" w14:textId="77777777" w:rsidR="005B5834" w:rsidRPr="002F616A" w:rsidRDefault="005B5834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tobogán:</w:t>
      </w:r>
      <w:r w:rsidRPr="002F616A">
        <w:rPr>
          <w:rFonts w:ascii="Ulm Grotesk" w:hAnsi="Ulm Grotesk"/>
          <w:lang w:val="cs-CZ"/>
        </w:rPr>
        <w:tab/>
        <w:t>nástupní výška cca 4800 mm, Ø tubusu cca 800 mm</w:t>
      </w:r>
      <w:r w:rsidR="00377A36" w:rsidRPr="002F616A">
        <w:rPr>
          <w:rFonts w:ascii="Ulm Grotesk" w:hAnsi="Ulm Grotesk"/>
          <w:lang w:val="cs-CZ"/>
        </w:rPr>
        <w:t>, plastový</w:t>
      </w:r>
    </w:p>
    <w:p w14:paraId="3B497EC3" w14:textId="77777777" w:rsidR="0079082F" w:rsidRPr="002F616A" w:rsidRDefault="0079082F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</w:p>
    <w:p w14:paraId="0D90C786" w14:textId="77777777" w:rsidR="00343C2B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>Velká věž</w:t>
      </w:r>
    </w:p>
    <w:p w14:paraId="06431A81" w14:textId="77777777" w:rsidR="00343C2B" w:rsidRPr="002F616A" w:rsidRDefault="00343C2B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střecha:</w:t>
      </w:r>
      <w:r w:rsidRPr="002F616A">
        <w:rPr>
          <w:rFonts w:ascii="Ulm Grotesk" w:hAnsi="Ulm Grotesk"/>
          <w:lang w:val="cs-CZ"/>
        </w:rPr>
        <w:tab/>
        <w:t xml:space="preserve">čtvercová min. 1900 x 1900 x 1000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19 mm</w:t>
      </w:r>
    </w:p>
    <w:p w14:paraId="575C6A87" w14:textId="77777777" w:rsidR="005B5834" w:rsidRPr="002F616A" w:rsidRDefault="00343C2B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podesta</w:t>
      </w:r>
      <w:r w:rsidRPr="002F616A">
        <w:rPr>
          <w:rFonts w:ascii="Ulm Grotesk" w:hAnsi="Ulm Grotesk"/>
          <w:lang w:val="cs-CZ"/>
        </w:rPr>
        <w:tab/>
        <w:t xml:space="preserve">čtvercová min. 1500 x 1500 x 150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38</w:t>
      </w:r>
      <w:r w:rsidR="005B5834" w:rsidRPr="002F616A">
        <w:rPr>
          <w:rFonts w:ascii="Ulm Grotesk" w:hAnsi="Ulm Grotesk"/>
          <w:lang w:val="cs-CZ"/>
        </w:rPr>
        <w:t xml:space="preserve"> </w:t>
      </w:r>
      <w:r w:rsidRPr="002F616A">
        <w:rPr>
          <w:rFonts w:ascii="Ulm Grotesk" w:hAnsi="Ulm Grotesk"/>
          <w:lang w:val="cs-CZ"/>
        </w:rPr>
        <w:t xml:space="preserve">mm, výška nad terénem </w:t>
      </w:r>
      <w:r w:rsidR="005B5834" w:rsidRPr="002F616A">
        <w:rPr>
          <w:rFonts w:ascii="Ulm Grotesk" w:hAnsi="Ulm Grotesk"/>
          <w:lang w:val="cs-CZ"/>
        </w:rPr>
        <w:t>cca</w:t>
      </w:r>
      <w:r w:rsidRPr="002F616A">
        <w:rPr>
          <w:rFonts w:ascii="Ulm Grotesk" w:hAnsi="Ulm Grotesk"/>
          <w:lang w:val="cs-CZ"/>
        </w:rPr>
        <w:t xml:space="preserve"> 2800</w:t>
      </w:r>
      <w:r w:rsidR="005B5834" w:rsidRPr="002F616A">
        <w:rPr>
          <w:rFonts w:ascii="Ulm Grotesk" w:hAnsi="Ulm Grotesk"/>
          <w:lang w:val="cs-CZ"/>
        </w:rPr>
        <w:t xml:space="preserve"> </w:t>
      </w:r>
      <w:r w:rsidRPr="002F616A">
        <w:rPr>
          <w:rFonts w:ascii="Ulm Grotesk" w:hAnsi="Ulm Grotesk"/>
          <w:lang w:val="cs-CZ"/>
        </w:rPr>
        <w:t>mm</w:t>
      </w:r>
    </w:p>
    <w:p w14:paraId="0F6FA891" w14:textId="77777777" w:rsidR="005B5834" w:rsidRPr="002F616A" w:rsidRDefault="005B5834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stojiny:</w:t>
      </w:r>
      <w:r w:rsidRPr="002F616A">
        <w:rPr>
          <w:rFonts w:ascii="Ulm Grotesk" w:hAnsi="Ulm Grotesk"/>
          <w:lang w:val="cs-CZ"/>
        </w:rPr>
        <w:tab/>
        <w:t>cca 4800 mm (nejdelší stojina nad terénem), kulatina Ø ± 180 mm</w:t>
      </w:r>
    </w:p>
    <w:p w14:paraId="49A28F41" w14:textId="77777777" w:rsidR="00343C2B" w:rsidRPr="002F616A" w:rsidRDefault="005B5834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 xml:space="preserve">výplně:   </w:t>
      </w:r>
      <w:r w:rsidR="00343C2B" w:rsidRPr="002F616A">
        <w:rPr>
          <w:rFonts w:ascii="Ulm Grotesk" w:hAnsi="Ulm Grotesk"/>
          <w:lang w:val="cs-CZ"/>
        </w:rPr>
        <w:tab/>
      </w:r>
      <w:r w:rsidRPr="002F616A">
        <w:rPr>
          <w:rFonts w:ascii="Ulm Grotesk" w:hAnsi="Ulm Grotesk"/>
          <w:lang w:val="cs-CZ"/>
        </w:rPr>
        <w:t xml:space="preserve">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19mm, v kombinaci s kari sítí</w:t>
      </w:r>
    </w:p>
    <w:p w14:paraId="7C5E7C83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</w:p>
    <w:p w14:paraId="4FDBADDE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>Střední věž 1</w:t>
      </w:r>
    </w:p>
    <w:p w14:paraId="39A9F64A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střecha:</w:t>
      </w:r>
      <w:r w:rsidRPr="002F616A">
        <w:rPr>
          <w:rFonts w:ascii="Ulm Grotesk" w:hAnsi="Ulm Grotesk"/>
          <w:lang w:val="cs-CZ"/>
        </w:rPr>
        <w:tab/>
        <w:t xml:space="preserve">lichoběžníková min. 2600 x 1400 x 1000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19mm</w:t>
      </w:r>
    </w:p>
    <w:p w14:paraId="485A4A27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podesta:</w:t>
      </w:r>
      <w:r w:rsidRPr="002F616A">
        <w:rPr>
          <w:rFonts w:ascii="Ulm Grotesk" w:hAnsi="Ulm Grotesk"/>
          <w:lang w:val="cs-CZ"/>
        </w:rPr>
        <w:tab/>
        <w:t xml:space="preserve">lichoběžníková min. 2000 x 1000 x 150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38 mm, výška nad terénem cca 2800 mm</w:t>
      </w:r>
    </w:p>
    <w:p w14:paraId="4ADB88C4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stojiny:</w:t>
      </w:r>
      <w:r w:rsidRPr="002F616A">
        <w:rPr>
          <w:rFonts w:ascii="Ulm Grotesk" w:hAnsi="Ulm Grotesk"/>
          <w:lang w:val="cs-CZ"/>
        </w:rPr>
        <w:tab/>
        <w:t xml:space="preserve">cca 4800 mm (nejdelší stojina nad terénem), kulatina Ø ± 180 mm </w:t>
      </w:r>
    </w:p>
    <w:p w14:paraId="631AB5CC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 xml:space="preserve">výplně:   </w:t>
      </w:r>
      <w:r w:rsidRPr="002F616A">
        <w:rPr>
          <w:rFonts w:ascii="Ulm Grotesk" w:hAnsi="Ulm Grotesk"/>
          <w:lang w:val="cs-CZ"/>
        </w:rPr>
        <w:tab/>
        <w:t xml:space="preserve">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19mm, v kombinaci s kari sítí</w:t>
      </w:r>
    </w:p>
    <w:p w14:paraId="12BD30D9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</w:p>
    <w:p w14:paraId="7F07B139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>Střední věž 2</w:t>
      </w:r>
    </w:p>
    <w:p w14:paraId="6526C0FB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střecha:</w:t>
      </w:r>
      <w:r w:rsidRPr="002F616A">
        <w:rPr>
          <w:rFonts w:ascii="Ulm Grotesk" w:hAnsi="Ulm Grotesk"/>
          <w:lang w:val="cs-CZ"/>
        </w:rPr>
        <w:tab/>
        <w:t xml:space="preserve">lichoběžníková min. 2600 x 1400 x 1000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19mm</w:t>
      </w:r>
    </w:p>
    <w:p w14:paraId="1AC63EF8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podesta:</w:t>
      </w:r>
      <w:r w:rsidRPr="002F616A">
        <w:rPr>
          <w:rFonts w:ascii="Ulm Grotesk" w:hAnsi="Ulm Grotesk"/>
          <w:lang w:val="cs-CZ"/>
        </w:rPr>
        <w:tab/>
        <w:t xml:space="preserve">lichoběžníková min. 2000 x 1000 x 150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38 mm, výška nad terénem cca 2</w:t>
      </w:r>
      <w:r w:rsidR="00A1135E" w:rsidRPr="002F616A">
        <w:rPr>
          <w:rFonts w:ascii="Ulm Grotesk" w:hAnsi="Ulm Grotesk"/>
          <w:lang w:val="cs-CZ"/>
        </w:rPr>
        <w:t>3</w:t>
      </w:r>
      <w:r w:rsidRPr="002F616A">
        <w:rPr>
          <w:rFonts w:ascii="Ulm Grotesk" w:hAnsi="Ulm Grotesk"/>
          <w:lang w:val="cs-CZ"/>
        </w:rPr>
        <w:t>00 mm</w:t>
      </w:r>
    </w:p>
    <w:p w14:paraId="426A6525" w14:textId="77777777" w:rsidR="00830AAA" w:rsidRPr="002F616A" w:rsidRDefault="00A1135E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stojiny:</w:t>
      </w:r>
      <w:r w:rsidRPr="002F616A">
        <w:rPr>
          <w:rFonts w:ascii="Ulm Grotesk" w:hAnsi="Ulm Grotesk"/>
          <w:lang w:val="cs-CZ"/>
        </w:rPr>
        <w:tab/>
        <w:t>cca 43</w:t>
      </w:r>
      <w:r w:rsidR="00830AAA" w:rsidRPr="002F616A">
        <w:rPr>
          <w:rFonts w:ascii="Ulm Grotesk" w:hAnsi="Ulm Grotesk"/>
          <w:lang w:val="cs-CZ"/>
        </w:rPr>
        <w:t xml:space="preserve">00 mm (nejdelší stojina nad terénem), kulatina Ø ± 180 mm </w:t>
      </w:r>
    </w:p>
    <w:p w14:paraId="06B70700" w14:textId="77777777" w:rsidR="00830AAA" w:rsidRPr="002F616A" w:rsidRDefault="00830AAA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 xml:space="preserve">výplně:   </w:t>
      </w:r>
      <w:r w:rsidRPr="002F616A">
        <w:rPr>
          <w:rFonts w:ascii="Ulm Grotesk" w:hAnsi="Ulm Grotesk"/>
          <w:lang w:val="cs-CZ"/>
        </w:rPr>
        <w:tab/>
        <w:t xml:space="preserve">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19mm, v kombinaci s kari sítí</w:t>
      </w:r>
    </w:p>
    <w:p w14:paraId="36943436" w14:textId="77777777" w:rsidR="00A1135E" w:rsidRPr="002F616A" w:rsidRDefault="00A1135E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</w:p>
    <w:p w14:paraId="6EA3D1B5" w14:textId="77777777" w:rsidR="00A1135E" w:rsidRPr="002F616A" w:rsidRDefault="00A1135E" w:rsidP="002F616A">
      <w:pPr>
        <w:spacing w:after="0" w:line="240" w:lineRule="auto"/>
        <w:ind w:left="1410" w:hanging="1410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>Malá věž</w:t>
      </w:r>
    </w:p>
    <w:p w14:paraId="1DB101A5" w14:textId="77777777" w:rsidR="00A1135E" w:rsidRPr="002F616A" w:rsidRDefault="00A1135E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střecha:</w:t>
      </w:r>
      <w:r w:rsidRPr="002F616A">
        <w:rPr>
          <w:rFonts w:ascii="Ulm Grotesk" w:hAnsi="Ulm Grotesk"/>
          <w:lang w:val="cs-CZ"/>
        </w:rPr>
        <w:tab/>
        <w:t>bez střechy</w:t>
      </w:r>
    </w:p>
    <w:p w14:paraId="2A98D835" w14:textId="77777777" w:rsidR="00A1135E" w:rsidRPr="002F616A" w:rsidRDefault="00A1135E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podesta:</w:t>
      </w:r>
      <w:r w:rsidRPr="002F616A">
        <w:rPr>
          <w:rFonts w:ascii="Ulm Grotesk" w:hAnsi="Ulm Grotesk"/>
          <w:lang w:val="cs-CZ"/>
        </w:rPr>
        <w:tab/>
        <w:t xml:space="preserve">čtvercová min. 1500 x 1500 x 150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38 mm, výška nad terénem cca 1100 mm</w:t>
      </w:r>
    </w:p>
    <w:p w14:paraId="44AB24BF" w14:textId="77777777" w:rsidR="00A1135E" w:rsidRPr="002F616A" w:rsidRDefault="00A1135E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stojiny:</w:t>
      </w:r>
      <w:r w:rsidRPr="002F616A">
        <w:rPr>
          <w:rFonts w:ascii="Ulm Grotesk" w:hAnsi="Ulm Grotesk"/>
          <w:lang w:val="cs-CZ"/>
        </w:rPr>
        <w:tab/>
        <w:t xml:space="preserve">cca 3100 mm (nejdelší stojina nad terénem), kulatina Ø ± 180 mm </w:t>
      </w:r>
    </w:p>
    <w:p w14:paraId="74AD95C4" w14:textId="77777777" w:rsidR="00A1135E" w:rsidRPr="002F616A" w:rsidRDefault="00A1135E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 xml:space="preserve">výplně:   </w:t>
      </w:r>
      <w:r w:rsidRPr="002F616A">
        <w:rPr>
          <w:rFonts w:ascii="Ulm Grotesk" w:hAnsi="Ulm Grotesk"/>
          <w:lang w:val="cs-CZ"/>
        </w:rPr>
        <w:tab/>
        <w:t xml:space="preserve">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19mm, v kombinaci s kari sítí</w:t>
      </w:r>
    </w:p>
    <w:p w14:paraId="42576D00" w14:textId="77777777" w:rsidR="00710AF9" w:rsidRPr="002F616A" w:rsidRDefault="00710AF9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</w:p>
    <w:p w14:paraId="2EFD68F3" w14:textId="77777777" w:rsidR="00710AF9" w:rsidRPr="002F616A" w:rsidRDefault="00710AF9" w:rsidP="002F616A">
      <w:pPr>
        <w:spacing w:after="0" w:line="240" w:lineRule="auto"/>
        <w:ind w:left="1410" w:hanging="1410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>Propojovací mosty</w:t>
      </w:r>
    </w:p>
    <w:p w14:paraId="4AB004D9" w14:textId="77777777" w:rsidR="00710AF9" w:rsidRPr="002F616A" w:rsidRDefault="00377A36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pochůzná část:</w:t>
      </w:r>
      <w:r w:rsidRPr="002F616A">
        <w:rPr>
          <w:rFonts w:ascii="Ulm Grotesk" w:hAnsi="Ulm Grotesk"/>
          <w:lang w:val="cs-CZ"/>
        </w:rPr>
        <w:tab/>
        <w:t>lanová síť z PP lana</w:t>
      </w:r>
      <w:r w:rsidR="00710AF9" w:rsidRPr="002F616A">
        <w:rPr>
          <w:rFonts w:ascii="Ulm Grotesk" w:hAnsi="Ulm Grotesk"/>
          <w:lang w:val="cs-CZ"/>
        </w:rPr>
        <w:t> </w:t>
      </w:r>
      <w:r w:rsidRPr="002F616A">
        <w:rPr>
          <w:rFonts w:ascii="Ulm Grotesk" w:hAnsi="Ulm Grotesk"/>
          <w:lang w:val="cs-CZ"/>
        </w:rPr>
        <w:t xml:space="preserve">s ocelovým </w:t>
      </w:r>
      <w:r w:rsidR="002B5F4C" w:rsidRPr="002F616A">
        <w:rPr>
          <w:rFonts w:ascii="Ulm Grotesk" w:hAnsi="Ulm Grotesk"/>
          <w:lang w:val="cs-CZ"/>
        </w:rPr>
        <w:t>kordem</w:t>
      </w:r>
      <w:r w:rsidR="00710AF9" w:rsidRPr="002F616A">
        <w:rPr>
          <w:rFonts w:ascii="Ulm Grotesk" w:hAnsi="Ulm Grotesk"/>
          <w:lang w:val="cs-CZ"/>
        </w:rPr>
        <w:t xml:space="preserve"> Ø 16 mm, osová rozteč ok 100 x 100 mm, spoje z PA „vajíček“</w:t>
      </w:r>
      <w:r w:rsidR="002B5F4C" w:rsidRPr="002F616A">
        <w:rPr>
          <w:rFonts w:ascii="Ulm Grotesk" w:hAnsi="Ulm Grotesk"/>
          <w:lang w:val="cs-CZ"/>
        </w:rPr>
        <w:t>,</w:t>
      </w:r>
    </w:p>
    <w:p w14:paraId="5DB6D91D" w14:textId="77777777" w:rsidR="00377A36" w:rsidRPr="002F616A" w:rsidRDefault="00377A36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ab/>
        <w:t xml:space="preserve">osazeno bude min 30bm </w:t>
      </w:r>
      <w:r w:rsidR="002B5F4C" w:rsidRPr="002F616A">
        <w:rPr>
          <w:rFonts w:ascii="Ulm Grotesk" w:hAnsi="Ulm Grotesk"/>
          <w:lang w:val="cs-CZ"/>
        </w:rPr>
        <w:t>sítě o šířce 800 mm</w:t>
      </w:r>
    </w:p>
    <w:p w14:paraId="4AB41709" w14:textId="77777777" w:rsidR="00F943F8" w:rsidRPr="002F616A" w:rsidRDefault="00710AF9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bočnice:</w:t>
      </w:r>
      <w:r w:rsidRPr="002F616A">
        <w:rPr>
          <w:rFonts w:ascii="Ulm Grotesk" w:hAnsi="Ulm Grotesk"/>
          <w:lang w:val="cs-CZ"/>
        </w:rPr>
        <w:tab/>
        <w:t>lanová síť PP, Ø 3mm, osová rozteč ok 45 x 45 mm</w:t>
      </w:r>
    </w:p>
    <w:p w14:paraId="79E48484" w14:textId="77777777" w:rsidR="00710AF9" w:rsidRPr="002F616A" w:rsidRDefault="00710AF9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nosné prvky:</w:t>
      </w:r>
      <w:r w:rsidRPr="002F616A">
        <w:rPr>
          <w:rFonts w:ascii="Ulm Grotesk" w:hAnsi="Ulm Grotesk"/>
          <w:lang w:val="cs-CZ"/>
        </w:rPr>
        <w:tab/>
        <w:t>pozinkovaný řetěz oko 18,5 x 6 mm</w:t>
      </w:r>
    </w:p>
    <w:p w14:paraId="4EBCAA66" w14:textId="77777777" w:rsidR="002B5F4C" w:rsidRPr="002F616A" w:rsidRDefault="002B5F4C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</w:p>
    <w:p w14:paraId="36E1DB01" w14:textId="77777777" w:rsidR="002B5F4C" w:rsidRPr="0026125D" w:rsidRDefault="002B5F4C" w:rsidP="002F616A">
      <w:pPr>
        <w:spacing w:after="0" w:line="240" w:lineRule="auto"/>
        <w:ind w:left="1410" w:hanging="1410"/>
        <w:rPr>
          <w:rFonts w:ascii="Ulm Grotesk" w:hAnsi="Ulm Grotesk"/>
          <w:u w:val="single"/>
          <w:lang w:val="cs-CZ"/>
        </w:rPr>
      </w:pPr>
      <w:r w:rsidRPr="0026125D">
        <w:rPr>
          <w:rFonts w:ascii="Ulm Grotesk" w:hAnsi="Ulm Grotesk"/>
          <w:u w:val="single"/>
          <w:lang w:val="cs-CZ"/>
        </w:rPr>
        <w:t>Nástupní brána</w:t>
      </w:r>
    </w:p>
    <w:p w14:paraId="119B87F0" w14:textId="77777777" w:rsidR="002B5F4C" w:rsidRPr="002F616A" w:rsidRDefault="002B5F4C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podesta:</w:t>
      </w:r>
      <w:r w:rsidRPr="002F616A">
        <w:rPr>
          <w:rFonts w:ascii="Ulm Grotesk" w:hAnsi="Ulm Grotesk"/>
          <w:lang w:val="cs-CZ"/>
        </w:rPr>
        <w:tab/>
        <w:t xml:space="preserve">min. 800 x 200 x 150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38 mm</w:t>
      </w:r>
    </w:p>
    <w:p w14:paraId="16BABC1C" w14:textId="77777777" w:rsidR="002B5F4C" w:rsidRPr="002F616A" w:rsidRDefault="002B5F4C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stojiny:</w:t>
      </w:r>
      <w:r w:rsidRPr="002F616A">
        <w:rPr>
          <w:rFonts w:ascii="Ulm Grotesk" w:hAnsi="Ulm Grotesk"/>
          <w:lang w:val="cs-CZ"/>
        </w:rPr>
        <w:tab/>
        <w:t>cca 2000 mm (nad terénem)</w:t>
      </w:r>
    </w:p>
    <w:p w14:paraId="14CF4150" w14:textId="77777777" w:rsidR="00710AF9" w:rsidRPr="002F616A" w:rsidRDefault="00710AF9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</w:p>
    <w:p w14:paraId="6E0943F2" w14:textId="77777777" w:rsidR="00710AF9" w:rsidRPr="002F616A" w:rsidRDefault="00710AF9" w:rsidP="002F616A">
      <w:pPr>
        <w:spacing w:after="0" w:line="240" w:lineRule="auto"/>
        <w:ind w:left="1410" w:hanging="1410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>Lanové cesty pod věžemi</w:t>
      </w:r>
    </w:p>
    <w:p w14:paraId="7480895B" w14:textId="6843883B" w:rsidR="00710AF9" w:rsidRPr="002F616A" w:rsidRDefault="00710AF9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podesty:</w:t>
      </w:r>
      <w:r w:rsidRPr="002F616A">
        <w:rPr>
          <w:rFonts w:ascii="Ulm Grotesk" w:hAnsi="Ulm Grotesk"/>
          <w:lang w:val="cs-CZ"/>
        </w:rPr>
        <w:tab/>
      </w:r>
      <w:r w:rsidR="002F616A">
        <w:rPr>
          <w:rFonts w:ascii="Ulm Grotesk" w:hAnsi="Ulm Grotesk"/>
          <w:lang w:val="cs-CZ"/>
        </w:rPr>
        <w:tab/>
      </w:r>
      <w:r w:rsidR="002F616A">
        <w:rPr>
          <w:rFonts w:ascii="Ulm Grotesk" w:hAnsi="Ulm Grotesk"/>
          <w:lang w:val="cs-CZ"/>
        </w:rPr>
        <w:tab/>
      </w:r>
      <w:r w:rsidRPr="002F616A">
        <w:rPr>
          <w:rFonts w:ascii="Ulm Grotesk" w:hAnsi="Ulm Grotesk"/>
          <w:lang w:val="cs-CZ"/>
        </w:rPr>
        <w:t xml:space="preserve">osmiúhelníkové min. 1000 x 1000 x 150 mm, prkna </w:t>
      </w:r>
      <w:proofErr w:type="spellStart"/>
      <w:r w:rsidRPr="002F616A">
        <w:rPr>
          <w:rFonts w:ascii="Ulm Grotesk" w:hAnsi="Ulm Grotesk"/>
          <w:lang w:val="cs-CZ"/>
        </w:rPr>
        <w:t>tl</w:t>
      </w:r>
      <w:proofErr w:type="spellEnd"/>
      <w:r w:rsidRPr="002F616A">
        <w:rPr>
          <w:rFonts w:ascii="Ulm Grotesk" w:hAnsi="Ulm Grotesk"/>
          <w:lang w:val="cs-CZ"/>
        </w:rPr>
        <w:t>. 38 mm (5x)</w:t>
      </w:r>
    </w:p>
    <w:p w14:paraId="02225E60" w14:textId="5FCE08FF" w:rsidR="00710AF9" w:rsidRPr="002F616A" w:rsidRDefault="00710AF9" w:rsidP="002F616A">
      <w:pPr>
        <w:spacing w:after="0" w:line="240" w:lineRule="auto"/>
        <w:ind w:left="2124" w:hanging="2118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stojiny:</w:t>
      </w:r>
      <w:r w:rsidRPr="002F616A">
        <w:rPr>
          <w:rFonts w:ascii="Ulm Grotesk" w:hAnsi="Ulm Grotesk"/>
          <w:lang w:val="cs-CZ"/>
        </w:rPr>
        <w:tab/>
        <w:t>budou použity nosné stojiny věží (4x), cca 3000 mm (nejdelší stojina nad terénem) Ø ± 150 mm</w:t>
      </w:r>
    </w:p>
    <w:p w14:paraId="7B8B3528" w14:textId="77777777" w:rsidR="00710AF9" w:rsidRPr="002F616A" w:rsidRDefault="00710AF9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lanové atrakce:</w:t>
      </w:r>
      <w:r w:rsidRPr="002F616A">
        <w:rPr>
          <w:rFonts w:ascii="Ulm Grotesk" w:hAnsi="Ulm Grotesk"/>
          <w:lang w:val="cs-CZ"/>
        </w:rPr>
        <w:tab/>
        <w:t>různé lanové překážky (7x)</w:t>
      </w:r>
    </w:p>
    <w:p w14:paraId="268326C9" w14:textId="77777777" w:rsidR="00710AF9" w:rsidRPr="002F616A" w:rsidRDefault="00710AF9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</w:p>
    <w:p w14:paraId="0850C468" w14:textId="77777777" w:rsidR="00377A36" w:rsidRPr="002F616A" w:rsidRDefault="00377A36" w:rsidP="002F616A">
      <w:pPr>
        <w:pStyle w:val="Nadpis1"/>
        <w:spacing w:before="0" w:after="0"/>
        <w:rPr>
          <w:rFonts w:ascii="Ulm Grotesk" w:hAnsi="Ulm Grotesk"/>
          <w:sz w:val="28"/>
          <w:szCs w:val="28"/>
          <w:lang w:val="cs-CZ"/>
        </w:rPr>
      </w:pPr>
      <w:r w:rsidRPr="002F616A">
        <w:rPr>
          <w:rFonts w:ascii="Ulm Grotesk" w:hAnsi="Ulm Grotesk"/>
          <w:sz w:val="28"/>
          <w:szCs w:val="28"/>
          <w:lang w:val="cs-CZ"/>
        </w:rPr>
        <w:t>Použité materiály</w:t>
      </w:r>
    </w:p>
    <w:p w14:paraId="1D8B6EA6" w14:textId="77777777" w:rsidR="00377A36" w:rsidRPr="002F616A" w:rsidRDefault="00377A36" w:rsidP="002F616A">
      <w:pPr>
        <w:spacing w:after="0" w:line="240" w:lineRule="auto"/>
        <w:ind w:left="1410" w:hanging="1410"/>
        <w:rPr>
          <w:rFonts w:ascii="Ulm Grotesk" w:hAnsi="Ulm Grotesk"/>
          <w:lang w:val="cs-CZ"/>
        </w:rPr>
      </w:pPr>
    </w:p>
    <w:p w14:paraId="6482D249" w14:textId="77777777" w:rsid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>dřevo</w:t>
      </w:r>
      <w:r w:rsidRPr="002F616A">
        <w:rPr>
          <w:rFonts w:ascii="Ulm Grotesk" w:hAnsi="Ulm Grotesk"/>
          <w:lang w:val="cs-CZ"/>
        </w:rPr>
        <w:t xml:space="preserve"> </w:t>
      </w:r>
    </w:p>
    <w:p w14:paraId="092097DF" w14:textId="7BCAE95F" w:rsidR="00377A36" w:rsidRPr="002F616A" w:rsidRDefault="00377A36" w:rsidP="002F616A">
      <w:pPr>
        <w:spacing w:after="0" w:line="240" w:lineRule="auto"/>
        <w:jc w:val="both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 xml:space="preserve">- veškeré dřevěné části budou vyrobeny z akátového dřeva, které bude odkorněné, </w:t>
      </w:r>
      <w:proofErr w:type="spellStart"/>
      <w:r w:rsidRPr="002F616A">
        <w:rPr>
          <w:rFonts w:ascii="Ulm Grotesk" w:hAnsi="Ulm Grotesk"/>
          <w:lang w:val="cs-CZ"/>
        </w:rPr>
        <w:t>odbělené</w:t>
      </w:r>
      <w:proofErr w:type="spellEnd"/>
      <w:r w:rsidRPr="002F616A">
        <w:rPr>
          <w:rFonts w:ascii="Ulm Grotesk" w:hAnsi="Ulm Grotesk"/>
          <w:lang w:val="cs-CZ"/>
        </w:rPr>
        <w:t xml:space="preserve"> </w:t>
      </w:r>
      <w:r w:rsidR="002F616A">
        <w:rPr>
          <w:rFonts w:ascii="Ulm Grotesk" w:hAnsi="Ulm Grotesk"/>
          <w:lang w:val="cs-CZ"/>
        </w:rPr>
        <w:t xml:space="preserve">a </w:t>
      </w:r>
      <w:r w:rsidRPr="002F616A">
        <w:rPr>
          <w:rFonts w:ascii="Ulm Grotesk" w:hAnsi="Ulm Grotesk"/>
          <w:lang w:val="cs-CZ"/>
        </w:rPr>
        <w:t>obroušené</w:t>
      </w:r>
      <w:r w:rsidR="002F616A">
        <w:rPr>
          <w:rFonts w:ascii="Ulm Grotesk" w:hAnsi="Ulm Grotesk"/>
          <w:lang w:val="cs-CZ"/>
        </w:rPr>
        <w:t>, bez povrchové úpravy</w:t>
      </w:r>
    </w:p>
    <w:p w14:paraId="5ABDDB6F" w14:textId="77777777" w:rsidR="002F616A" w:rsidRDefault="002F616A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</w:p>
    <w:p w14:paraId="2AF0C216" w14:textId="49DDBD8E" w:rsid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>lana</w:t>
      </w:r>
      <w:r w:rsidRPr="002F616A">
        <w:rPr>
          <w:rFonts w:ascii="Ulm Grotesk" w:hAnsi="Ulm Grotesk"/>
          <w:lang w:val="cs-CZ"/>
        </w:rPr>
        <w:t xml:space="preserve"> </w:t>
      </w:r>
    </w:p>
    <w:p w14:paraId="426EF704" w14:textId="32275B92" w:rsidR="00377A36" w:rsidRP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- bude použito PP, šestipramenné lano s ocelovým kordem o Ø 16 mm</w:t>
      </w:r>
    </w:p>
    <w:p w14:paraId="240DDAA3" w14:textId="77777777" w:rsidR="002F616A" w:rsidRDefault="002F616A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</w:p>
    <w:p w14:paraId="093226E9" w14:textId="40980BEA" w:rsid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 xml:space="preserve">plastové spojky </w:t>
      </w:r>
    </w:p>
    <w:p w14:paraId="3607265A" w14:textId="71529BDB" w:rsidR="00377A36" w:rsidRP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- budou z PA</w:t>
      </w:r>
    </w:p>
    <w:p w14:paraId="2E776573" w14:textId="77777777" w:rsidR="002F616A" w:rsidRDefault="002F616A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</w:p>
    <w:p w14:paraId="236E07E3" w14:textId="428975C2" w:rsid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 xml:space="preserve">spojovací materiál a kování </w:t>
      </w:r>
    </w:p>
    <w:p w14:paraId="4B5712A0" w14:textId="640B5FFB" w:rsidR="00377A36" w:rsidRP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- bude minimálně žárově pozinkován, nebo z nerezové oceli</w:t>
      </w:r>
    </w:p>
    <w:p w14:paraId="66DBBFF3" w14:textId="77777777" w:rsidR="002F616A" w:rsidRDefault="002F616A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</w:p>
    <w:p w14:paraId="3220CF5C" w14:textId="357BBBAE" w:rsid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 xml:space="preserve">boční sítě </w:t>
      </w:r>
    </w:p>
    <w:p w14:paraId="66726C59" w14:textId="0839E75B" w:rsidR="00377A36" w:rsidRP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 xml:space="preserve">- sítě budou </w:t>
      </w:r>
      <w:r w:rsidRPr="00B259E7">
        <w:rPr>
          <w:rFonts w:ascii="Ulm Grotesk" w:hAnsi="Ulm Grotesk"/>
          <w:lang w:val="cs-CZ"/>
        </w:rPr>
        <w:t xml:space="preserve">z PP lanka o Ø </w:t>
      </w:r>
      <w:r w:rsidR="00B259E7" w:rsidRPr="00B259E7">
        <w:rPr>
          <w:rFonts w:ascii="Ulm Grotesk" w:hAnsi="Ulm Grotesk"/>
          <w:lang w:val="cs-CZ"/>
        </w:rPr>
        <w:t>3</w:t>
      </w:r>
      <w:r w:rsidRPr="00B259E7">
        <w:rPr>
          <w:rFonts w:ascii="Ulm Grotesk" w:hAnsi="Ulm Grotesk"/>
          <w:lang w:val="cs-CZ"/>
        </w:rPr>
        <w:t xml:space="preserve"> mm, osová rozteč ok bude </w:t>
      </w:r>
      <w:r w:rsidR="00B259E7" w:rsidRPr="00B259E7">
        <w:rPr>
          <w:rFonts w:ascii="Ulm Grotesk" w:hAnsi="Ulm Grotesk"/>
          <w:lang w:val="cs-CZ"/>
        </w:rPr>
        <w:t xml:space="preserve">30 </w:t>
      </w:r>
      <w:r w:rsidRPr="00B259E7">
        <w:rPr>
          <w:rFonts w:ascii="Ulm Grotesk" w:hAnsi="Ulm Grotesk"/>
          <w:lang w:val="cs-CZ"/>
        </w:rPr>
        <w:t xml:space="preserve">x </w:t>
      </w:r>
      <w:r w:rsidR="00B259E7" w:rsidRPr="00B259E7">
        <w:rPr>
          <w:rFonts w:ascii="Ulm Grotesk" w:hAnsi="Ulm Grotesk"/>
          <w:lang w:val="cs-CZ"/>
        </w:rPr>
        <w:t>30</w:t>
      </w:r>
      <w:r w:rsidRPr="00B259E7">
        <w:rPr>
          <w:rFonts w:ascii="Ulm Grotesk" w:hAnsi="Ulm Grotesk"/>
          <w:lang w:val="cs-CZ"/>
        </w:rPr>
        <w:t xml:space="preserve"> mm</w:t>
      </w:r>
    </w:p>
    <w:p w14:paraId="4F77CF15" w14:textId="77777777" w:rsidR="002F616A" w:rsidRDefault="002F616A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</w:p>
    <w:p w14:paraId="6AB17ADC" w14:textId="175FC0E5" w:rsid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  <w:r w:rsidRPr="002F616A">
        <w:rPr>
          <w:rFonts w:ascii="Ulm Grotesk" w:hAnsi="Ulm Grotesk"/>
          <w:u w:val="single"/>
          <w:lang w:val="cs-CZ"/>
        </w:rPr>
        <w:t xml:space="preserve">kari sítě </w:t>
      </w:r>
    </w:p>
    <w:p w14:paraId="4EB38592" w14:textId="35C32E40" w:rsidR="00377A36" w:rsidRP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- bude použita ocelová kari síť s žárově zinkovaným povrchem, o síle drátu 6mm a rozteči ok 100 x 100mm</w:t>
      </w:r>
    </w:p>
    <w:p w14:paraId="19E0B4F1" w14:textId="77777777" w:rsidR="002F616A" w:rsidRDefault="002F616A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</w:p>
    <w:p w14:paraId="426222CC" w14:textId="6FDA99D3" w:rsidR="002F616A" w:rsidRDefault="002F616A" w:rsidP="002F616A">
      <w:pPr>
        <w:spacing w:after="0" w:line="240" w:lineRule="auto"/>
        <w:ind w:left="1410" w:hanging="1410"/>
        <w:jc w:val="both"/>
        <w:rPr>
          <w:rFonts w:ascii="Ulm Grotesk" w:hAnsi="Ulm Grotesk"/>
          <w:u w:val="single"/>
          <w:lang w:val="cs-CZ"/>
        </w:rPr>
      </w:pPr>
      <w:r>
        <w:rPr>
          <w:rFonts w:ascii="Ulm Grotesk" w:hAnsi="Ulm Grotesk"/>
          <w:u w:val="single"/>
          <w:lang w:val="cs-CZ"/>
        </w:rPr>
        <w:t>tobogán</w:t>
      </w:r>
    </w:p>
    <w:p w14:paraId="581819D0" w14:textId="697180AC" w:rsidR="00377A36" w:rsidRP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lang w:val="cs-CZ"/>
        </w:rPr>
      </w:pPr>
      <w:r w:rsidRPr="002F616A">
        <w:rPr>
          <w:rFonts w:ascii="Ulm Grotesk" w:hAnsi="Ulm Grotesk"/>
          <w:lang w:val="cs-CZ"/>
        </w:rPr>
        <w:t>- bude z UV stabilního laminátu</w:t>
      </w:r>
    </w:p>
    <w:p w14:paraId="2FA3305B" w14:textId="77777777" w:rsidR="00377A36" w:rsidRPr="002F616A" w:rsidRDefault="00377A36" w:rsidP="002F616A">
      <w:pPr>
        <w:spacing w:after="0" w:line="240" w:lineRule="auto"/>
        <w:ind w:left="1410" w:hanging="1410"/>
        <w:jc w:val="both"/>
        <w:rPr>
          <w:rFonts w:ascii="Ulm Grotesk" w:hAnsi="Ulm Grotesk"/>
          <w:lang w:val="cs-CZ"/>
        </w:rPr>
      </w:pPr>
    </w:p>
    <w:p w14:paraId="2282ED33" w14:textId="70487A1C" w:rsidR="00377A36" w:rsidRPr="002F616A" w:rsidRDefault="002F616A" w:rsidP="002F616A">
      <w:pPr>
        <w:spacing w:after="0" w:line="240" w:lineRule="auto"/>
        <w:ind w:left="1410" w:hanging="1410"/>
        <w:jc w:val="both"/>
        <w:rPr>
          <w:rFonts w:ascii="Ulm Grotesk" w:hAnsi="Ulm Grotesk"/>
          <w:lang w:val="cs-CZ"/>
        </w:rPr>
      </w:pPr>
      <w:r>
        <w:rPr>
          <w:rFonts w:ascii="Ulm Grotesk" w:hAnsi="Ulm Grotesk"/>
          <w:lang w:val="cs-CZ"/>
        </w:rPr>
        <w:t>Prvek bude</w:t>
      </w:r>
      <w:r w:rsidR="00377A36" w:rsidRPr="002F616A">
        <w:rPr>
          <w:rFonts w:ascii="Ulm Grotesk" w:hAnsi="Ulm Grotesk"/>
          <w:lang w:val="cs-CZ"/>
        </w:rPr>
        <w:t xml:space="preserve"> odpovídat normě ČSN EN 1176</w:t>
      </w:r>
      <w:r>
        <w:rPr>
          <w:rFonts w:ascii="Ulm Grotesk" w:hAnsi="Ulm Grotesk"/>
          <w:lang w:val="cs-CZ"/>
        </w:rPr>
        <w:t>.</w:t>
      </w:r>
    </w:p>
    <w:sectPr w:rsidR="00377A36" w:rsidRPr="002F616A" w:rsidSect="00830AAA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ZYaoTi">
    <w:altName w:val="方正姚体"/>
    <w:panose1 w:val="00000000000000000000"/>
    <w:charset w:val="86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lm Grotesk">
    <w:altName w:val="Times New Roman"/>
    <w:charset w:val="EE"/>
    <w:family w:val="auto"/>
    <w:pitch w:val="variable"/>
    <w:sig w:usb0="00000001" w:usb1="5000604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7E"/>
    <w:rsid w:val="000E46BF"/>
    <w:rsid w:val="00112CE8"/>
    <w:rsid w:val="0026125D"/>
    <w:rsid w:val="002B5F4C"/>
    <w:rsid w:val="002F616A"/>
    <w:rsid w:val="00343C2B"/>
    <w:rsid w:val="00377A36"/>
    <w:rsid w:val="00431B99"/>
    <w:rsid w:val="00474DFC"/>
    <w:rsid w:val="005B5834"/>
    <w:rsid w:val="00696265"/>
    <w:rsid w:val="00704B98"/>
    <w:rsid w:val="00710AF9"/>
    <w:rsid w:val="00750D7E"/>
    <w:rsid w:val="0079082F"/>
    <w:rsid w:val="00794EE7"/>
    <w:rsid w:val="007C524D"/>
    <w:rsid w:val="00830AAA"/>
    <w:rsid w:val="00A1135E"/>
    <w:rsid w:val="00A1507E"/>
    <w:rsid w:val="00B259E7"/>
    <w:rsid w:val="00BD1C49"/>
    <w:rsid w:val="00DA24C5"/>
    <w:rsid w:val="00E11A6B"/>
    <w:rsid w:val="00E81946"/>
    <w:rsid w:val="00F56D3A"/>
    <w:rsid w:val="00F9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CCE7"/>
  <w15:chartTrackingRefBased/>
  <w15:docId w15:val="{C4D232F9-05E7-4DBA-9E29-DB8DB0E41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pBdr>
        <w:bottom w:val="single" w:sz="4" w:space="1" w:color="90C226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0C226" w:themeColor="accen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90C226" w:themeColor="accent1"/>
      <w:spacing w:val="-7"/>
      <w:sz w:val="64"/>
      <w:szCs w:val="64"/>
    </w:rPr>
  </w:style>
  <w:style w:type="character" w:customStyle="1" w:styleId="NzevChar">
    <w:name w:val="Název Char"/>
    <w:basedOn w:val="Standardnpsmoodstavce"/>
    <w:link w:val="Nzev"/>
    <w:uiPriority w:val="10"/>
    <w:rPr>
      <w:rFonts w:asciiTheme="majorHAnsi" w:eastAsiaTheme="majorEastAsia" w:hAnsiTheme="majorHAnsi" w:cstheme="majorBidi"/>
      <w:color w:val="90C226" w:themeColor="accent1"/>
      <w:spacing w:val="-7"/>
      <w:sz w:val="64"/>
      <w:szCs w:val="64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90C226" w:themeColor="accen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Pr>
      <w:b/>
      <w:bCs/>
      <w:smallCaps/>
    </w:rPr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outlineLvl w:val="9"/>
    </w:p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kefurt\AppData\Roaming\Microsoft\Templates\Fazeta%20(pr&#225;zdn&#233;).dotx" TargetMode="Externa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6CB4F-E30C-4771-94AE-F7169303B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73F207-F3F9-4CA9-8722-98B85ADB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Fazeta (prázdné).dotx</Template>
  <TotalTime>0</TotalTime>
  <Pages>2</Pages>
  <Words>439</Words>
  <Characters>2593</Characters>
  <Application>Microsoft Office Word</Application>
  <DocSecurity>4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Kefurt</dc:creator>
  <cp:keywords/>
  <cp:lastModifiedBy>Hlisníkovská Pavlína Ing.</cp:lastModifiedBy>
  <cp:revision>2</cp:revision>
  <dcterms:created xsi:type="dcterms:W3CDTF">2024-01-30T09:05:00Z</dcterms:created>
  <dcterms:modified xsi:type="dcterms:W3CDTF">2024-01-30T09:05:00Z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